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49A7C56E" w:rsidR="0085747A" w:rsidRPr="00854E4B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6463" w:rsidRPr="00854E4B">
        <w:rPr>
          <w:rFonts w:ascii="Corbel" w:hAnsi="Corbel"/>
          <w:iCs/>
          <w:smallCaps/>
          <w:sz w:val="24"/>
          <w:szCs w:val="24"/>
        </w:rPr>
        <w:t>202</w:t>
      </w:r>
      <w:r w:rsidR="00231C65" w:rsidRPr="00854E4B">
        <w:rPr>
          <w:rFonts w:ascii="Corbel" w:hAnsi="Corbel"/>
          <w:iCs/>
          <w:smallCaps/>
          <w:sz w:val="24"/>
          <w:szCs w:val="24"/>
        </w:rPr>
        <w:t>2</w:t>
      </w:r>
      <w:r w:rsidR="00E066F7" w:rsidRPr="00854E4B">
        <w:rPr>
          <w:rFonts w:ascii="Corbel" w:hAnsi="Corbel"/>
          <w:iCs/>
          <w:smallCaps/>
          <w:sz w:val="24"/>
          <w:szCs w:val="24"/>
        </w:rPr>
        <w:t>-202</w:t>
      </w:r>
      <w:r w:rsidR="00231C65" w:rsidRPr="00854E4B">
        <w:rPr>
          <w:rFonts w:ascii="Corbel" w:hAnsi="Corbel"/>
          <w:iCs/>
          <w:smallCaps/>
          <w:sz w:val="24"/>
          <w:szCs w:val="24"/>
        </w:rPr>
        <w:t>4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0D78790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26463">
        <w:rPr>
          <w:rFonts w:ascii="Corbel" w:hAnsi="Corbel"/>
          <w:sz w:val="20"/>
          <w:szCs w:val="20"/>
        </w:rPr>
        <w:t>202</w:t>
      </w:r>
      <w:r w:rsidR="00231C65">
        <w:rPr>
          <w:rFonts w:ascii="Corbel" w:hAnsi="Corbel"/>
          <w:sz w:val="20"/>
          <w:szCs w:val="20"/>
        </w:rPr>
        <w:t>2</w:t>
      </w:r>
      <w:r w:rsidR="00026463">
        <w:rPr>
          <w:rFonts w:ascii="Corbel" w:hAnsi="Corbel"/>
          <w:sz w:val="20"/>
          <w:szCs w:val="20"/>
        </w:rPr>
        <w:t>/202</w:t>
      </w:r>
      <w:r w:rsidR="00231C65">
        <w:rPr>
          <w:rFonts w:ascii="Corbel" w:hAnsi="Corbel"/>
          <w:sz w:val="20"/>
          <w:szCs w:val="20"/>
        </w:rPr>
        <w:t>3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55198E0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437A0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085AF583" w:rsidR="0085747A" w:rsidRPr="009C54AE" w:rsidRDefault="0002095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24AF98AE" w:rsidR="0085747A" w:rsidRPr="009C54AE" w:rsidRDefault="00F60A8B" w:rsidP="00631C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631C5F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  <w:r w:rsidR="00E066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061F5E25" w:rsidR="0085747A" w:rsidRPr="009C54AE" w:rsidRDefault="00DE4A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2095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61EAF2B6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E6375C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55DEFB5E" w:rsidR="00923D7D" w:rsidRPr="009C54AE" w:rsidRDefault="00020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7BF780D6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7765DF60" w:rsidR="00015B8F" w:rsidRPr="009C54AE" w:rsidRDefault="00B55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2DBFB08C" w:rsidR="00641FD3" w:rsidRDefault="00B55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B4743" w:rsidRPr="009C54AE" w14:paraId="73161FE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123" w14:textId="412FC661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68F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55C1" w14:textId="028F7A92" w:rsidR="00AB4743" w:rsidRDefault="00B55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3BC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15E0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D2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5A6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B0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7EA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F6F" w14:textId="103E0B9B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1FE1CA4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  <w:r w:rsidR="0002095A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665E26B4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0A26941" w:rsidR="00011230" w:rsidRDefault="00E6375C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384BE0DC" w:rsidR="00F84360" w:rsidRPr="00F84360" w:rsidRDefault="00CD37D2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7E5FF444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</w:t>
            </w:r>
            <w:r w:rsidR="00F60A8B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20EFEA31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indywidulanej/referatu.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596DFFF8" w14:textId="7476BD30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70CB7967" w:rsidR="0085747A" w:rsidRPr="009C54AE" w:rsidRDefault="00DE4A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A57E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2784065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A3A8A9" w14:textId="045F7CAF" w:rsidR="00C61DC5" w:rsidRPr="009C54AE" w:rsidRDefault="000209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CD37D2">
              <w:rPr>
                <w:rFonts w:ascii="Corbel" w:hAnsi="Corbel"/>
                <w:sz w:val="24"/>
                <w:szCs w:val="24"/>
              </w:rPr>
              <w:t xml:space="preserve"> (po </w:t>
            </w:r>
            <w:r w:rsidR="00854E4B">
              <w:rPr>
                <w:rFonts w:ascii="Corbel" w:hAnsi="Corbel"/>
                <w:sz w:val="24"/>
                <w:szCs w:val="24"/>
              </w:rPr>
              <w:t>pięć</w:t>
            </w:r>
            <w:r w:rsidR="00CD37D2"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47EB4F5E" w14:textId="77777777" w:rsidR="0002095A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2095A">
              <w:rPr>
                <w:rFonts w:ascii="Corbel" w:hAnsi="Corbel"/>
                <w:sz w:val="24"/>
                <w:szCs w:val="24"/>
              </w:rPr>
              <w:t>:</w:t>
            </w:r>
          </w:p>
          <w:p w14:paraId="13665EAC" w14:textId="77777777" w:rsidR="0002095A" w:rsidRDefault="0002095A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F23B7D2" w14:textId="77777777" w:rsidR="0002095A" w:rsidRDefault="0002095A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2D8A6640" w14:textId="4F1770B1" w:rsidR="00C61DC5" w:rsidRPr="009C54AE" w:rsidRDefault="0002095A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47BFA65D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D19CEA" w14:textId="77777777" w:rsidR="0002095A" w:rsidRDefault="000209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E08C070" w14:textId="2D149224" w:rsidR="0002095A" w:rsidRDefault="00DE4A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64ABE28F" w14:textId="77777777" w:rsidR="00231C65" w:rsidRDefault="00231C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18171D4" w14:textId="2BACEF16" w:rsidR="00231C65" w:rsidRPr="009C54AE" w:rsidRDefault="00DE4A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022B766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DA57E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2E5835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F8E135" w14:textId="77777777" w:rsidR="001E1A2C" w:rsidRPr="002E5835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A95ABA" w14:textId="24B12AE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Trebesius-Bensch U., </w:t>
            </w:r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 kompakt neu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LektorKlett-Edukacja 2017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0A6B7C" w14:textId="7777777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CA4CB1" w14:textId="771465D2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9ECD134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3D22ACDB" w14:textId="77777777" w:rsidR="00185094" w:rsidRPr="00AC558A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E47A62" w:rsidR="001E1A2C" w:rsidRPr="00E066F7" w:rsidRDefault="001E1A2C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2E583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14F1C" w14:textId="77777777" w:rsidR="001E1A2C" w:rsidRPr="002E5835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15DF43" w14:textId="79E2B89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Schluter S., </w:t>
            </w:r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 im Beruf,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Hueber Verlag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822C409" w14:textId="7777777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8C77E09" w14:textId="1CAA32D1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83B0758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B95A046" w14:textId="1943328F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6326715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6A97FAC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Deutsche Welle</w:t>
            </w:r>
          </w:p>
          <w:p w14:paraId="0F93CAAB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3D2CC27" w14:textId="41F760B4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 – Magazin der Bundeszentrale für politische Bildung in Berlin</w:t>
            </w:r>
            <w:r w:rsidR="00D5061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38EEB954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9489818" w14:textId="426ED651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ducarium, Bydgoszcz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FF9C9F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2859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7C051A7C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6AD602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2F319BF6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2669CAE3" w14:textId="77777777" w:rsidR="00260D28" w:rsidRPr="0018509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76A76B1" w14:textId="1DA067FE" w:rsidR="00FA1DF4" w:rsidRPr="002E5835" w:rsidRDefault="00FA1DF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29B3" w14:textId="77777777" w:rsidR="00753F6A" w:rsidRDefault="00753F6A" w:rsidP="00C16ABF">
      <w:pPr>
        <w:spacing w:after="0" w:line="240" w:lineRule="auto"/>
      </w:pPr>
      <w:r>
        <w:separator/>
      </w:r>
    </w:p>
  </w:endnote>
  <w:endnote w:type="continuationSeparator" w:id="0">
    <w:p w14:paraId="7451A64B" w14:textId="77777777" w:rsidR="00753F6A" w:rsidRDefault="00753F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F7AF" w14:textId="77777777" w:rsidR="00753F6A" w:rsidRDefault="00753F6A" w:rsidP="00C16ABF">
      <w:pPr>
        <w:spacing w:after="0" w:line="240" w:lineRule="auto"/>
      </w:pPr>
      <w:r>
        <w:separator/>
      </w:r>
    </w:p>
  </w:footnote>
  <w:footnote w:type="continuationSeparator" w:id="0">
    <w:p w14:paraId="5DD194B2" w14:textId="77777777" w:rsidR="00753F6A" w:rsidRDefault="00753F6A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95420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095A"/>
    <w:rsid w:val="00020E23"/>
    <w:rsid w:val="00022ECE"/>
    <w:rsid w:val="00026463"/>
    <w:rsid w:val="00031E38"/>
    <w:rsid w:val="00042A51"/>
    <w:rsid w:val="00042D2E"/>
    <w:rsid w:val="00044C82"/>
    <w:rsid w:val="00045CE8"/>
    <w:rsid w:val="00064ED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D2C84"/>
    <w:rsid w:val="000E4B85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85094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1C65"/>
    <w:rsid w:val="002336F9"/>
    <w:rsid w:val="0024028F"/>
    <w:rsid w:val="0024355A"/>
    <w:rsid w:val="002437A0"/>
    <w:rsid w:val="00244ABC"/>
    <w:rsid w:val="002541C3"/>
    <w:rsid w:val="00260D28"/>
    <w:rsid w:val="00281FF2"/>
    <w:rsid w:val="002823E6"/>
    <w:rsid w:val="002857DE"/>
    <w:rsid w:val="002914EC"/>
    <w:rsid w:val="00291567"/>
    <w:rsid w:val="002A22BF"/>
    <w:rsid w:val="002A2389"/>
    <w:rsid w:val="002A671D"/>
    <w:rsid w:val="002A7C3E"/>
    <w:rsid w:val="002B4D55"/>
    <w:rsid w:val="002B5EA0"/>
    <w:rsid w:val="002B6119"/>
    <w:rsid w:val="002C1F06"/>
    <w:rsid w:val="002D3375"/>
    <w:rsid w:val="002D73D4"/>
    <w:rsid w:val="002E3D13"/>
    <w:rsid w:val="002E5835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501AA"/>
    <w:rsid w:val="003503F6"/>
    <w:rsid w:val="003505A3"/>
    <w:rsid w:val="003530DD"/>
    <w:rsid w:val="00363F78"/>
    <w:rsid w:val="00365D3D"/>
    <w:rsid w:val="00370E17"/>
    <w:rsid w:val="0037521F"/>
    <w:rsid w:val="00384DAA"/>
    <w:rsid w:val="0039662B"/>
    <w:rsid w:val="003A0A5B"/>
    <w:rsid w:val="003A1176"/>
    <w:rsid w:val="003C0BAE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339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4F65DE"/>
    <w:rsid w:val="0050496F"/>
    <w:rsid w:val="00513B6F"/>
    <w:rsid w:val="00516997"/>
    <w:rsid w:val="00517C63"/>
    <w:rsid w:val="0052753D"/>
    <w:rsid w:val="005363C4"/>
    <w:rsid w:val="00536BDE"/>
    <w:rsid w:val="00543ACC"/>
    <w:rsid w:val="0054635F"/>
    <w:rsid w:val="0056027F"/>
    <w:rsid w:val="0056696D"/>
    <w:rsid w:val="0059484D"/>
    <w:rsid w:val="005A0855"/>
    <w:rsid w:val="005A2B7D"/>
    <w:rsid w:val="005A3196"/>
    <w:rsid w:val="005C080F"/>
    <w:rsid w:val="005C55E5"/>
    <w:rsid w:val="005C696A"/>
    <w:rsid w:val="005E6E85"/>
    <w:rsid w:val="005F31D2"/>
    <w:rsid w:val="0061029B"/>
    <w:rsid w:val="00617230"/>
    <w:rsid w:val="00620DEC"/>
    <w:rsid w:val="00621CE1"/>
    <w:rsid w:val="00627FC9"/>
    <w:rsid w:val="00627FF5"/>
    <w:rsid w:val="00631C5F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53F6A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6B54"/>
    <w:rsid w:val="007D6E56"/>
    <w:rsid w:val="007F4155"/>
    <w:rsid w:val="007F5D25"/>
    <w:rsid w:val="0081554D"/>
    <w:rsid w:val="0081707E"/>
    <w:rsid w:val="008449B3"/>
    <w:rsid w:val="008500B1"/>
    <w:rsid w:val="00854E4B"/>
    <w:rsid w:val="008552A2"/>
    <w:rsid w:val="0085747A"/>
    <w:rsid w:val="00884922"/>
    <w:rsid w:val="00885F64"/>
    <w:rsid w:val="008917F9"/>
    <w:rsid w:val="008A45F7"/>
    <w:rsid w:val="008B2255"/>
    <w:rsid w:val="008B3844"/>
    <w:rsid w:val="008C0CC0"/>
    <w:rsid w:val="008C19A9"/>
    <w:rsid w:val="008C2BE4"/>
    <w:rsid w:val="008C379D"/>
    <w:rsid w:val="008C5147"/>
    <w:rsid w:val="008C5359"/>
    <w:rsid w:val="008C5363"/>
    <w:rsid w:val="008D2575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B4743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1952"/>
    <w:rsid w:val="00B06142"/>
    <w:rsid w:val="00B135B1"/>
    <w:rsid w:val="00B3130B"/>
    <w:rsid w:val="00B40ADB"/>
    <w:rsid w:val="00B437E6"/>
    <w:rsid w:val="00B43B77"/>
    <w:rsid w:val="00B43E80"/>
    <w:rsid w:val="00B55E29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6FE"/>
    <w:rsid w:val="00C26CB7"/>
    <w:rsid w:val="00C324C1"/>
    <w:rsid w:val="00C36992"/>
    <w:rsid w:val="00C56036"/>
    <w:rsid w:val="00C61DC5"/>
    <w:rsid w:val="00C67E92"/>
    <w:rsid w:val="00C70A26"/>
    <w:rsid w:val="00C766DF"/>
    <w:rsid w:val="00C90D50"/>
    <w:rsid w:val="00C94B98"/>
    <w:rsid w:val="00CA2B96"/>
    <w:rsid w:val="00CA5089"/>
    <w:rsid w:val="00CD37D2"/>
    <w:rsid w:val="00CD6897"/>
    <w:rsid w:val="00CE5BAC"/>
    <w:rsid w:val="00CF25BE"/>
    <w:rsid w:val="00CF78ED"/>
    <w:rsid w:val="00D02B25"/>
    <w:rsid w:val="00D02EBA"/>
    <w:rsid w:val="00D137B7"/>
    <w:rsid w:val="00D17C3C"/>
    <w:rsid w:val="00D26B2C"/>
    <w:rsid w:val="00D352C9"/>
    <w:rsid w:val="00D372F4"/>
    <w:rsid w:val="00D425B2"/>
    <w:rsid w:val="00D428D6"/>
    <w:rsid w:val="00D50619"/>
    <w:rsid w:val="00D552B2"/>
    <w:rsid w:val="00D608D1"/>
    <w:rsid w:val="00D623CC"/>
    <w:rsid w:val="00D636B3"/>
    <w:rsid w:val="00D74119"/>
    <w:rsid w:val="00D8075B"/>
    <w:rsid w:val="00D8678B"/>
    <w:rsid w:val="00D92110"/>
    <w:rsid w:val="00DA2114"/>
    <w:rsid w:val="00DA57E1"/>
    <w:rsid w:val="00DE09C0"/>
    <w:rsid w:val="00DE4A14"/>
    <w:rsid w:val="00DE4A39"/>
    <w:rsid w:val="00DF320D"/>
    <w:rsid w:val="00DF71C8"/>
    <w:rsid w:val="00E066F7"/>
    <w:rsid w:val="00E07425"/>
    <w:rsid w:val="00E120D6"/>
    <w:rsid w:val="00E129B8"/>
    <w:rsid w:val="00E21E7D"/>
    <w:rsid w:val="00E22FBC"/>
    <w:rsid w:val="00E24BF5"/>
    <w:rsid w:val="00E25338"/>
    <w:rsid w:val="00E51E44"/>
    <w:rsid w:val="00E63348"/>
    <w:rsid w:val="00E637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3A76"/>
    <w:rsid w:val="00F070AB"/>
    <w:rsid w:val="00F17567"/>
    <w:rsid w:val="00F27A7B"/>
    <w:rsid w:val="00F526AF"/>
    <w:rsid w:val="00F60A8B"/>
    <w:rsid w:val="00F617C3"/>
    <w:rsid w:val="00F7066B"/>
    <w:rsid w:val="00F71334"/>
    <w:rsid w:val="00F735B8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84FCAFD5-2957-4AA0-BD08-DE08D012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5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5E2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E2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6332-70B7-408F-8039-D1209F38D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7</Pages>
  <Words>1615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19</cp:revision>
  <cp:lastPrinted>2020-10-13T09:11:00Z</cp:lastPrinted>
  <dcterms:created xsi:type="dcterms:W3CDTF">2019-11-20T17:12:00Z</dcterms:created>
  <dcterms:modified xsi:type="dcterms:W3CDTF">2022-10-19T13:56:00Z</dcterms:modified>
</cp:coreProperties>
</file>